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36A" w:rsidRDefault="0008736A" w:rsidP="00B04775">
      <w:pPr>
        <w:pStyle w:val="Heading1"/>
      </w:pPr>
      <w:r>
        <w:t>Lesson 8—Editing and Formatting Documents</w:t>
      </w:r>
    </w:p>
    <w:p w:rsidR="0008736A" w:rsidRDefault="0008736A" w:rsidP="00B04775">
      <w:pPr>
        <w:pStyle w:val="EOCHeadRevQue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Review Questions</w:t>
      </w:r>
    </w:p>
    <w:p w:rsidR="0008736A" w:rsidRDefault="0008736A" w:rsidP="00B04775">
      <w:pPr>
        <w:pStyle w:val="Heading2"/>
      </w:pPr>
      <w:r>
        <w:t>True / False</w:t>
      </w:r>
    </w:p>
    <w:p w:rsidR="0008736A" w:rsidRDefault="0008736A" w:rsidP="00B04775">
      <w:pPr>
        <w:pStyle w:val="NL"/>
      </w:pPr>
      <w:r>
        <w:t>1. True</w:t>
      </w:r>
    </w:p>
    <w:p w:rsidR="0008736A" w:rsidRDefault="0008736A" w:rsidP="00B04775">
      <w:pPr>
        <w:pStyle w:val="NL"/>
      </w:pPr>
      <w:r>
        <w:t>2. False</w:t>
      </w:r>
    </w:p>
    <w:p w:rsidR="0008736A" w:rsidRDefault="0008736A" w:rsidP="00B04775">
      <w:pPr>
        <w:pStyle w:val="NL"/>
      </w:pPr>
      <w:r>
        <w:t>3. True</w:t>
      </w:r>
    </w:p>
    <w:p w:rsidR="0008736A" w:rsidRDefault="0008736A" w:rsidP="00B04775">
      <w:pPr>
        <w:pStyle w:val="NL"/>
      </w:pPr>
      <w:r>
        <w:t>4. True</w:t>
      </w:r>
    </w:p>
    <w:p w:rsidR="0008736A" w:rsidRDefault="0008736A" w:rsidP="00B04775">
      <w:pPr>
        <w:pStyle w:val="NL"/>
      </w:pPr>
      <w:r>
        <w:t>5. True</w:t>
      </w:r>
    </w:p>
    <w:p w:rsidR="0008736A" w:rsidRDefault="0008736A" w:rsidP="00B04775">
      <w:pPr>
        <w:pStyle w:val="Heading2"/>
      </w:pPr>
      <w:r>
        <w:t>Multiple Choice</w:t>
      </w:r>
    </w:p>
    <w:p w:rsidR="0008736A" w:rsidRDefault="0008736A" w:rsidP="00B04775">
      <w:pPr>
        <w:pStyle w:val="NL"/>
      </w:pPr>
      <w:r>
        <w:t>1. A</w:t>
      </w:r>
    </w:p>
    <w:p w:rsidR="0008736A" w:rsidRDefault="0008736A" w:rsidP="00B04775">
      <w:pPr>
        <w:pStyle w:val="NL"/>
      </w:pPr>
      <w:r>
        <w:t>2. B</w:t>
      </w:r>
    </w:p>
    <w:p w:rsidR="0008736A" w:rsidRDefault="0008736A" w:rsidP="00B04775">
      <w:pPr>
        <w:pStyle w:val="NL"/>
      </w:pPr>
      <w:r>
        <w:t>3. B</w:t>
      </w:r>
    </w:p>
    <w:p w:rsidR="0008736A" w:rsidRDefault="0008736A" w:rsidP="00B04775">
      <w:pPr>
        <w:pStyle w:val="NL"/>
      </w:pPr>
      <w:r>
        <w:t>4. B</w:t>
      </w:r>
    </w:p>
    <w:p w:rsidR="0008736A" w:rsidRDefault="0008736A" w:rsidP="00B04775">
      <w:pPr>
        <w:pStyle w:val="NL"/>
      </w:pPr>
      <w:r>
        <w:t>5. D</w:t>
      </w:r>
    </w:p>
    <w:p w:rsidR="0008736A" w:rsidRDefault="0008736A" w:rsidP="005D3470">
      <w:pPr>
        <w:pStyle w:val="Heading2"/>
      </w:pPr>
      <w:r>
        <w:t>Fill in the Blank</w:t>
      </w:r>
    </w:p>
    <w:p w:rsidR="0008736A" w:rsidRDefault="0008736A" w:rsidP="005D3470">
      <w:pPr>
        <w:pStyle w:val="NL"/>
      </w:pPr>
      <w:r>
        <w:t>1. Clipboard</w:t>
      </w:r>
    </w:p>
    <w:p w:rsidR="0008736A" w:rsidRDefault="0008736A" w:rsidP="005D3470">
      <w:pPr>
        <w:pStyle w:val="NL"/>
      </w:pPr>
      <w:r>
        <w:t>2. Insert</w:t>
      </w:r>
    </w:p>
    <w:p w:rsidR="0008736A" w:rsidRDefault="0008736A" w:rsidP="005D3470">
      <w:pPr>
        <w:pStyle w:val="NL"/>
      </w:pPr>
      <w:r>
        <w:t>3. points</w:t>
      </w:r>
    </w:p>
    <w:p w:rsidR="0008736A" w:rsidRDefault="0008736A" w:rsidP="005D3470">
      <w:pPr>
        <w:pStyle w:val="NL"/>
      </w:pPr>
      <w:r>
        <w:t>4. soft page break</w:t>
      </w:r>
    </w:p>
    <w:p w:rsidR="0008736A" w:rsidRDefault="0008736A" w:rsidP="005D3470">
      <w:pPr>
        <w:pStyle w:val="NL"/>
      </w:pPr>
      <w:r>
        <w:t>5. margin</w:t>
      </w:r>
    </w:p>
    <w:p w:rsidR="0008736A" w:rsidRDefault="0008736A" w:rsidP="00D37884">
      <w:pPr>
        <w:pStyle w:val="NL"/>
        <w:spacing w:before="360"/>
      </w:pPr>
    </w:p>
    <w:p w:rsidR="0008736A" w:rsidRPr="00AE5B1E" w:rsidRDefault="0008736A" w:rsidP="00D37884">
      <w:pPr>
        <w:pStyle w:val="EOCHeadRevQuest"/>
        <w:spacing w:before="0"/>
        <w:rPr>
          <w:rFonts w:ascii="Times New Roman" w:hAnsi="Times New Roman"/>
          <w:sz w:val="28"/>
          <w:szCs w:val="28"/>
        </w:rPr>
      </w:pPr>
      <w:r w:rsidRPr="00AE5B1E">
        <w:rPr>
          <w:rFonts w:ascii="Times New Roman" w:hAnsi="Times New Roman"/>
          <w:sz w:val="28"/>
          <w:szCs w:val="28"/>
        </w:rPr>
        <w:t>projects</w:t>
      </w:r>
    </w:p>
    <w:p w:rsidR="0008736A" w:rsidRPr="00D37884" w:rsidRDefault="0008736A" w:rsidP="00D37884">
      <w:pPr>
        <w:pStyle w:val="Heading5"/>
        <w:spacing w:after="0"/>
        <w:rPr>
          <w:i w:val="0"/>
          <w:sz w:val="32"/>
          <w:szCs w:val="32"/>
        </w:rPr>
      </w:pPr>
      <w:r>
        <w:rPr>
          <w:i w:val="0"/>
          <w:sz w:val="32"/>
          <w:szCs w:val="32"/>
        </w:rPr>
        <w:t>Project 8</w:t>
      </w:r>
      <w:r w:rsidRPr="00D37884">
        <w:rPr>
          <w:i w:val="0"/>
          <w:sz w:val="32"/>
          <w:szCs w:val="32"/>
        </w:rPr>
        <w:t>-1</w:t>
      </w:r>
    </w:p>
    <w:p w:rsidR="0008736A" w:rsidRDefault="0008736A" w:rsidP="00D37884">
      <w:pPr>
        <w:rPr>
          <w:b/>
        </w:rPr>
      </w:pPr>
      <w:r w:rsidRPr="00AE5B1E">
        <w:t>The solution</w:t>
      </w:r>
      <w:r>
        <w:t xml:space="preserve"> file</w:t>
      </w:r>
      <w:r w:rsidRPr="00AE5B1E">
        <w:t xml:space="preserve"> is named </w:t>
      </w:r>
      <w:r>
        <w:rPr>
          <w:b/>
        </w:rPr>
        <w:t>sLanguages.docx.</w:t>
      </w:r>
    </w:p>
    <w:p w:rsidR="0008736A" w:rsidRDefault="0008736A" w:rsidP="00D37884">
      <w:pPr>
        <w:spacing w:before="120"/>
        <w:rPr>
          <w:b/>
        </w:rPr>
      </w:pPr>
    </w:p>
    <w:p w:rsidR="0008736A" w:rsidRPr="00D37884" w:rsidRDefault="0008736A" w:rsidP="00D37884">
      <w:pPr>
        <w:rPr>
          <w:b/>
          <w:sz w:val="32"/>
          <w:szCs w:val="32"/>
        </w:rPr>
      </w:pPr>
      <w:r>
        <w:rPr>
          <w:b/>
          <w:sz w:val="32"/>
          <w:szCs w:val="32"/>
        </w:rPr>
        <w:t>Project 8</w:t>
      </w:r>
      <w:r w:rsidRPr="00D37884">
        <w:rPr>
          <w:b/>
          <w:sz w:val="32"/>
          <w:szCs w:val="32"/>
        </w:rPr>
        <w:t>-2</w:t>
      </w:r>
    </w:p>
    <w:p w:rsidR="0008736A" w:rsidRPr="00AE5B1E" w:rsidRDefault="0008736A" w:rsidP="00D37884">
      <w:r>
        <w:t xml:space="preserve">The solution file is named </w:t>
      </w:r>
      <w:r>
        <w:rPr>
          <w:b/>
        </w:rPr>
        <w:t>sOak Creek.docx</w:t>
      </w:r>
      <w:r>
        <w:t>.</w:t>
      </w:r>
    </w:p>
    <w:p w:rsidR="0008736A" w:rsidRDefault="0008736A" w:rsidP="00D37884">
      <w:pPr>
        <w:pStyle w:val="NL"/>
        <w:spacing w:before="120"/>
        <w:ind w:left="0" w:firstLine="0"/>
        <w:rPr>
          <w:b/>
        </w:rPr>
      </w:pPr>
    </w:p>
    <w:p w:rsidR="0008736A" w:rsidRPr="00D37884" w:rsidRDefault="0008736A" w:rsidP="00D37884">
      <w:pPr>
        <w:pStyle w:val="NL"/>
        <w:ind w:left="0" w:firstLine="0"/>
        <w:rPr>
          <w:b/>
          <w:sz w:val="32"/>
          <w:szCs w:val="32"/>
        </w:rPr>
      </w:pPr>
      <w:r w:rsidRPr="00D37884">
        <w:rPr>
          <w:b/>
          <w:sz w:val="32"/>
          <w:szCs w:val="32"/>
        </w:rPr>
        <w:t>Teamwork Project</w:t>
      </w:r>
    </w:p>
    <w:p w:rsidR="0008736A" w:rsidRPr="00AE5B1E" w:rsidRDefault="0008736A" w:rsidP="00D37884">
      <w:pPr>
        <w:pStyle w:val="NL"/>
        <w:ind w:left="0" w:firstLine="0"/>
      </w:pPr>
      <w:r w:rsidRPr="00AE5B1E">
        <w:t>Solutions will vary</w:t>
      </w:r>
      <w:r>
        <w:t>.</w:t>
      </w:r>
    </w:p>
    <w:p w:rsidR="0008736A" w:rsidRDefault="0008736A" w:rsidP="00D37884">
      <w:pPr>
        <w:pStyle w:val="NL"/>
      </w:pPr>
    </w:p>
    <w:p w:rsidR="0008736A" w:rsidRPr="000B7211" w:rsidRDefault="0008736A" w:rsidP="00D37884">
      <w:pPr>
        <w:pStyle w:val="EOCHeadRevQuest"/>
        <w:rPr>
          <w:b/>
          <w:bCs/>
          <w:caps w:val="0"/>
          <w:sz w:val="28"/>
        </w:rPr>
      </w:pPr>
      <w:r w:rsidRPr="000B7211">
        <w:rPr>
          <w:rFonts w:ascii="Times New Roman" w:hAnsi="Times New Roman"/>
          <w:sz w:val="28"/>
        </w:rPr>
        <w:t>Critical Thinking</w:t>
      </w:r>
    </w:p>
    <w:p w:rsidR="0008736A" w:rsidRPr="00D37884" w:rsidRDefault="0008736A" w:rsidP="00D37884">
      <w:pPr>
        <w:pStyle w:val="Heading2"/>
        <w:rPr>
          <w:szCs w:val="32"/>
        </w:rPr>
      </w:pPr>
      <w:r>
        <w:rPr>
          <w:szCs w:val="32"/>
        </w:rPr>
        <w:t>Activity 8</w:t>
      </w:r>
      <w:r w:rsidRPr="00D37884">
        <w:rPr>
          <w:szCs w:val="32"/>
        </w:rPr>
        <w:t>-1</w:t>
      </w:r>
    </w:p>
    <w:p w:rsidR="0008736A" w:rsidRDefault="0008736A" w:rsidP="00D37884">
      <w:pPr>
        <w:pStyle w:val="EOC-TX"/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Solutions</w:t>
      </w:r>
      <w:r w:rsidRPr="000232C3">
        <w:rPr>
          <w:rFonts w:ascii="Times New Roman" w:hAnsi="Times New Roman"/>
          <w:sz w:val="24"/>
          <w:szCs w:val="24"/>
        </w:rPr>
        <w:t xml:space="preserve"> will vary.</w:t>
      </w:r>
    </w:p>
    <w:p w:rsidR="0008736A" w:rsidRPr="000232C3" w:rsidRDefault="0008736A" w:rsidP="00D37884">
      <w:pPr>
        <w:pStyle w:val="EOC-TX"/>
        <w:spacing w:before="120"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08736A" w:rsidRPr="00D37884" w:rsidRDefault="0008736A" w:rsidP="00D37884">
      <w:pPr>
        <w:pStyle w:val="Heading2"/>
        <w:spacing w:before="0"/>
        <w:rPr>
          <w:szCs w:val="32"/>
        </w:rPr>
      </w:pPr>
      <w:r>
        <w:rPr>
          <w:szCs w:val="32"/>
        </w:rPr>
        <w:t>Activity 8</w:t>
      </w:r>
      <w:r w:rsidRPr="00D37884">
        <w:rPr>
          <w:szCs w:val="32"/>
        </w:rPr>
        <w:t>-2</w:t>
      </w:r>
    </w:p>
    <w:p w:rsidR="0008736A" w:rsidRDefault="0008736A" w:rsidP="00D37884">
      <w:pPr>
        <w:pStyle w:val="EOC-TX"/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Solutions will vary.</w:t>
      </w:r>
    </w:p>
    <w:p w:rsidR="0008736A" w:rsidRPr="000232C3" w:rsidRDefault="0008736A" w:rsidP="00D37884">
      <w:pPr>
        <w:pStyle w:val="EOC-TX"/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08736A" w:rsidRPr="000232C3" w:rsidRDefault="0008736A" w:rsidP="00D37884">
      <w:pPr>
        <w:pStyle w:val="EOCHeadRevQuest"/>
        <w:rPr>
          <w:rFonts w:ascii="Times New Roman" w:hAnsi="Times New Roman"/>
          <w:sz w:val="28"/>
        </w:rPr>
      </w:pPr>
      <w:r w:rsidRPr="000232C3">
        <w:rPr>
          <w:rFonts w:ascii="Times New Roman" w:hAnsi="Times New Roman"/>
          <w:sz w:val="28"/>
        </w:rPr>
        <w:t>Online Discovery</w:t>
      </w:r>
    </w:p>
    <w:p w:rsidR="0008736A" w:rsidRPr="000232C3" w:rsidRDefault="0008736A" w:rsidP="00D37884">
      <w:pPr>
        <w:pStyle w:val="EOC-TX"/>
        <w:tabs>
          <w:tab w:val="clear" w:pos="7560"/>
          <w:tab w:val="clear" w:pos="8280"/>
          <w:tab w:val="clear" w:pos="9000"/>
        </w:tabs>
        <w:spacing w:before="240" w:line="24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Solutions will vary.</w:t>
      </w:r>
      <w:r w:rsidRPr="000232C3">
        <w:rPr>
          <w:rFonts w:ascii="Times New Roman" w:hAnsi="Times New Roman"/>
          <w:sz w:val="24"/>
          <w:szCs w:val="24"/>
        </w:rPr>
        <w:t xml:space="preserve"> </w:t>
      </w:r>
    </w:p>
    <w:p w:rsidR="0008736A" w:rsidRDefault="0008736A" w:rsidP="00B04775">
      <w:pPr>
        <w:pStyle w:val="NL"/>
      </w:pPr>
    </w:p>
    <w:sectPr w:rsidR="0008736A" w:rsidSect="00B04775">
      <w:headerReference w:type="default" r:id="rId7"/>
      <w:footerReference w:type="default" r:id="rId8"/>
      <w:pgSz w:w="12240" w:h="15840"/>
      <w:pgMar w:top="1800" w:right="1800" w:bottom="1440" w:left="180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36A" w:rsidRDefault="0008736A">
      <w:r>
        <w:separator/>
      </w:r>
    </w:p>
  </w:endnote>
  <w:endnote w:type="continuationSeparator" w:id="0">
    <w:p w:rsidR="0008736A" w:rsidRDefault="000873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Lucidasans"/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36A" w:rsidRPr="00C0754B" w:rsidRDefault="0008736A" w:rsidP="00E06A88">
    <w:pPr>
      <w:pStyle w:val="Footer"/>
      <w:jc w:val="right"/>
    </w:pPr>
    <w:r w:rsidRPr="00E06A88">
      <w:rPr>
        <w:sz w:val="20"/>
      </w:rPr>
      <w:t xml:space="preserve">Page </w:t>
    </w:r>
    <w:r w:rsidRPr="00E06A88">
      <w:rPr>
        <w:sz w:val="20"/>
      </w:rPr>
      <w:fldChar w:fldCharType="begin"/>
    </w:r>
    <w:r w:rsidRPr="00E06A88">
      <w:rPr>
        <w:sz w:val="20"/>
      </w:rPr>
      <w:instrText xml:space="preserve"> PAGE </w:instrText>
    </w:r>
    <w:r w:rsidRPr="00E06A88">
      <w:rPr>
        <w:sz w:val="20"/>
      </w:rPr>
      <w:fldChar w:fldCharType="separate"/>
    </w:r>
    <w:r>
      <w:rPr>
        <w:noProof/>
        <w:sz w:val="20"/>
      </w:rPr>
      <w:t>1</w:t>
    </w:r>
    <w:r w:rsidRPr="00E06A88">
      <w:rPr>
        <w:sz w:val="20"/>
      </w:rPr>
      <w:fldChar w:fldCharType="end"/>
    </w:r>
    <w:r w:rsidRPr="00E06A88">
      <w:rPr>
        <w:sz w:val="20"/>
      </w:rPr>
      <w:t xml:space="preserve"> of </w:t>
    </w:r>
    <w:r w:rsidRPr="00E06A88">
      <w:rPr>
        <w:sz w:val="20"/>
      </w:rPr>
      <w:fldChar w:fldCharType="begin"/>
    </w:r>
    <w:r w:rsidRPr="00E06A88">
      <w:rPr>
        <w:sz w:val="20"/>
      </w:rPr>
      <w:instrText xml:space="preserve"> NUMPAGES </w:instrText>
    </w:r>
    <w:r w:rsidRPr="00E06A88">
      <w:rPr>
        <w:sz w:val="20"/>
      </w:rPr>
      <w:fldChar w:fldCharType="separate"/>
    </w:r>
    <w:r>
      <w:rPr>
        <w:noProof/>
        <w:sz w:val="20"/>
      </w:rPr>
      <w:t>2</w:t>
    </w:r>
    <w:r w:rsidRPr="00E06A88">
      <w:rPr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36A" w:rsidRDefault="0008736A">
      <w:r>
        <w:separator/>
      </w:r>
    </w:p>
  </w:footnote>
  <w:footnote w:type="continuationSeparator" w:id="0">
    <w:p w:rsidR="0008736A" w:rsidRDefault="000873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36A" w:rsidRPr="00205E09" w:rsidRDefault="0008736A" w:rsidP="00A43F45">
    <w:pPr>
      <w:pStyle w:val="Header"/>
      <w:rPr>
        <w:sz w:val="18"/>
        <w:szCs w:val="18"/>
      </w:rPr>
    </w:pPr>
    <w:r w:rsidRPr="00205E09">
      <w:rPr>
        <w:sz w:val="18"/>
        <w:szCs w:val="18"/>
      </w:rPr>
      <w:t>Computer Literacy BASICS: A Comprehensive Guide to IC</w:t>
    </w:r>
    <w:r w:rsidRPr="00205E09">
      <w:rPr>
        <w:sz w:val="18"/>
        <w:szCs w:val="18"/>
        <w:vertAlign w:val="superscript"/>
      </w:rPr>
      <w:t>3</w:t>
    </w:r>
    <w:r>
      <w:rPr>
        <w:sz w:val="18"/>
        <w:szCs w:val="18"/>
      </w:rPr>
      <w:t>, 3E</w:t>
    </w:r>
    <w:r>
      <w:rPr>
        <w:sz w:val="18"/>
        <w:szCs w:val="18"/>
      </w:rPr>
      <w:tab/>
      <w:t>Lesson 8: Editing and Formatting Documents</w:t>
    </w:r>
  </w:p>
  <w:p w:rsidR="0008736A" w:rsidRDefault="0008736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067C8"/>
    <w:multiLevelType w:val="hybridMultilevel"/>
    <w:tmpl w:val="5024CB0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1E115E5"/>
    <w:multiLevelType w:val="multilevel"/>
    <w:tmpl w:val="5024CB02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4775"/>
    <w:rsid w:val="000232C3"/>
    <w:rsid w:val="00044A61"/>
    <w:rsid w:val="00052882"/>
    <w:rsid w:val="000767DB"/>
    <w:rsid w:val="0008736A"/>
    <w:rsid w:val="000B7211"/>
    <w:rsid w:val="001105EA"/>
    <w:rsid w:val="0012665C"/>
    <w:rsid w:val="0014338D"/>
    <w:rsid w:val="001B68AE"/>
    <w:rsid w:val="00205E09"/>
    <w:rsid w:val="002574FB"/>
    <w:rsid w:val="003A13B3"/>
    <w:rsid w:val="00486C1A"/>
    <w:rsid w:val="004A03A4"/>
    <w:rsid w:val="004A557D"/>
    <w:rsid w:val="004F62F8"/>
    <w:rsid w:val="005D3470"/>
    <w:rsid w:val="0072077C"/>
    <w:rsid w:val="007506AC"/>
    <w:rsid w:val="00782982"/>
    <w:rsid w:val="0080429A"/>
    <w:rsid w:val="00856309"/>
    <w:rsid w:val="008832E7"/>
    <w:rsid w:val="0089424D"/>
    <w:rsid w:val="00915FCF"/>
    <w:rsid w:val="00922772"/>
    <w:rsid w:val="00926CFD"/>
    <w:rsid w:val="00935AE0"/>
    <w:rsid w:val="00962C95"/>
    <w:rsid w:val="009A02E2"/>
    <w:rsid w:val="009B1CE9"/>
    <w:rsid w:val="009D0059"/>
    <w:rsid w:val="00A07524"/>
    <w:rsid w:val="00A43F45"/>
    <w:rsid w:val="00A52067"/>
    <w:rsid w:val="00A93FCE"/>
    <w:rsid w:val="00AE5B1E"/>
    <w:rsid w:val="00B04775"/>
    <w:rsid w:val="00B4333E"/>
    <w:rsid w:val="00B86DC7"/>
    <w:rsid w:val="00BF36CE"/>
    <w:rsid w:val="00C0754B"/>
    <w:rsid w:val="00D37884"/>
    <w:rsid w:val="00D437B1"/>
    <w:rsid w:val="00D97D8E"/>
    <w:rsid w:val="00E06A88"/>
    <w:rsid w:val="00E450A1"/>
    <w:rsid w:val="00EF6836"/>
    <w:rsid w:val="00F0301E"/>
    <w:rsid w:val="00F256C6"/>
    <w:rsid w:val="00FD1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775"/>
    <w:rPr>
      <w:rFonts w:ascii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B04775"/>
    <w:pPr>
      <w:keepNext/>
      <w:spacing w:after="240"/>
      <w:outlineLvl w:val="0"/>
    </w:pPr>
    <w:rPr>
      <w:b/>
      <w:bCs/>
      <w:smallCaps/>
      <w:sz w:val="36"/>
    </w:rPr>
  </w:style>
  <w:style w:type="paragraph" w:styleId="Heading2">
    <w:name w:val="heading 2"/>
    <w:basedOn w:val="Normal"/>
    <w:next w:val="BodyText"/>
    <w:link w:val="Heading2Char1"/>
    <w:uiPriority w:val="99"/>
    <w:qFormat/>
    <w:rsid w:val="00B04775"/>
    <w:pPr>
      <w:keepNext/>
      <w:spacing w:before="240"/>
      <w:outlineLvl w:val="1"/>
    </w:pPr>
    <w:rPr>
      <w:b/>
      <w:bCs/>
      <w:sz w:val="32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D3788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767D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767D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37884"/>
    <w:rPr>
      <w:rFonts w:cs="Times New Roman"/>
      <w:b/>
      <w:bCs/>
      <w:i/>
      <w:iCs/>
      <w:sz w:val="26"/>
      <w:szCs w:val="26"/>
      <w:lang w:val="en-US" w:eastAsia="en-US" w:bidi="ar-SA"/>
    </w:rPr>
  </w:style>
  <w:style w:type="character" w:customStyle="1" w:styleId="Heading1Char1">
    <w:name w:val="Heading 1 Char1"/>
    <w:basedOn w:val="DefaultParagraphFont"/>
    <w:link w:val="Heading1"/>
    <w:uiPriority w:val="99"/>
    <w:locked/>
    <w:rsid w:val="00B04775"/>
    <w:rPr>
      <w:rFonts w:ascii="Times New Roman" w:hAnsi="Times New Roman" w:cs="Times New Roman"/>
      <w:b/>
      <w:bCs/>
      <w:smallCaps/>
      <w:sz w:val="24"/>
      <w:szCs w:val="24"/>
    </w:rPr>
  </w:style>
  <w:style w:type="character" w:customStyle="1" w:styleId="Heading2Char1">
    <w:name w:val="Heading 2 Char1"/>
    <w:basedOn w:val="DefaultParagraphFont"/>
    <w:link w:val="Heading2"/>
    <w:uiPriority w:val="99"/>
    <w:locked/>
    <w:rsid w:val="00B04775"/>
    <w:rPr>
      <w:rFonts w:ascii="Times New Roman" w:hAnsi="Times New Roman" w:cs="Times New Roman"/>
      <w:b/>
      <w:bCs/>
      <w:sz w:val="24"/>
      <w:szCs w:val="24"/>
    </w:rPr>
  </w:style>
  <w:style w:type="paragraph" w:customStyle="1" w:styleId="EOCHeadRevQuest">
    <w:name w:val="EOC Head Rev Quest"/>
    <w:next w:val="Normal"/>
    <w:uiPriority w:val="99"/>
    <w:rsid w:val="00B04775"/>
    <w:pPr>
      <w:pBdr>
        <w:bottom w:val="single" w:sz="6" w:space="0" w:color="auto"/>
      </w:pBdr>
      <w:spacing w:before="400"/>
    </w:pPr>
    <w:rPr>
      <w:rFonts w:ascii="New York" w:hAnsi="New York"/>
      <w:caps/>
      <w:sz w:val="40"/>
      <w:szCs w:val="20"/>
      <w:lang w:val="en-US" w:eastAsia="en-US"/>
    </w:rPr>
  </w:style>
  <w:style w:type="paragraph" w:styleId="Header">
    <w:name w:val="header"/>
    <w:basedOn w:val="Normal"/>
    <w:link w:val="HeaderChar1"/>
    <w:uiPriority w:val="99"/>
    <w:rsid w:val="00B0477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767DB"/>
    <w:rPr>
      <w:rFonts w:ascii="Times New Roman" w:hAnsi="Times New Roman" w:cs="Times New Roman"/>
      <w:sz w:val="24"/>
      <w:szCs w:val="24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B04775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1"/>
    <w:uiPriority w:val="99"/>
    <w:rsid w:val="00B0477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767DB"/>
    <w:rPr>
      <w:rFonts w:ascii="Times New Roman" w:hAnsi="Times New Roman" w:cs="Times New Roman"/>
      <w:sz w:val="24"/>
      <w:szCs w:val="24"/>
    </w:rPr>
  </w:style>
  <w:style w:type="character" w:customStyle="1" w:styleId="FooterChar1">
    <w:name w:val="Footer Char1"/>
    <w:basedOn w:val="DefaultParagraphFont"/>
    <w:link w:val="Footer"/>
    <w:uiPriority w:val="99"/>
    <w:locked/>
    <w:rsid w:val="00B04775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04775"/>
    <w:rPr>
      <w:rFonts w:cs="Times New Roman"/>
    </w:rPr>
  </w:style>
  <w:style w:type="paragraph" w:customStyle="1" w:styleId="NL">
    <w:name w:val="NL"/>
    <w:basedOn w:val="Normal"/>
    <w:uiPriority w:val="99"/>
    <w:rsid w:val="00B04775"/>
    <w:pPr>
      <w:ind w:left="720" w:hanging="360"/>
    </w:pPr>
  </w:style>
  <w:style w:type="paragraph" w:styleId="BodyText">
    <w:name w:val="Body Text"/>
    <w:basedOn w:val="Normal"/>
    <w:link w:val="BodyTextChar1"/>
    <w:uiPriority w:val="99"/>
    <w:semiHidden/>
    <w:rsid w:val="00B0477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767DB"/>
    <w:rPr>
      <w:rFonts w:ascii="Times New Roman" w:hAnsi="Times New Roman" w:cs="Times New Roman"/>
      <w:sz w:val="24"/>
      <w:szCs w:val="24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B04775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1"/>
    <w:uiPriority w:val="99"/>
    <w:semiHidden/>
    <w:rsid w:val="00C075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767DB"/>
    <w:rPr>
      <w:rFonts w:ascii="Times New Roman" w:hAnsi="Times New Roman" w:cs="Times New Roman"/>
      <w:sz w:val="2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C0754B"/>
    <w:rPr>
      <w:rFonts w:ascii="Tahoma" w:hAnsi="Tahoma" w:cs="Tahoma"/>
      <w:sz w:val="16"/>
      <w:szCs w:val="16"/>
    </w:rPr>
  </w:style>
  <w:style w:type="character" w:customStyle="1" w:styleId="HeaderChar2">
    <w:name w:val="Header Char2"/>
    <w:basedOn w:val="DefaultParagraphFont"/>
    <w:uiPriority w:val="99"/>
    <w:locked/>
    <w:rsid w:val="00A43F45"/>
    <w:rPr>
      <w:rFonts w:ascii="Times New Roman" w:hAnsi="Times New Roman" w:cs="Times New Roman"/>
      <w:sz w:val="24"/>
      <w:szCs w:val="24"/>
    </w:rPr>
  </w:style>
  <w:style w:type="character" w:customStyle="1" w:styleId="FooterChar2">
    <w:name w:val="Footer Char2"/>
    <w:basedOn w:val="DefaultParagraphFont"/>
    <w:uiPriority w:val="99"/>
    <w:locked/>
    <w:rsid w:val="00A43F45"/>
    <w:rPr>
      <w:rFonts w:ascii="Times New Roman" w:hAnsi="Times New Roman" w:cs="Times New Roman"/>
      <w:sz w:val="24"/>
      <w:szCs w:val="24"/>
    </w:rPr>
  </w:style>
  <w:style w:type="paragraph" w:customStyle="1" w:styleId="EOC-TX">
    <w:name w:val="EOC-TX"/>
    <w:link w:val="EOC-TXChar"/>
    <w:uiPriority w:val="99"/>
    <w:rsid w:val="00D37884"/>
    <w:pPr>
      <w:tabs>
        <w:tab w:val="left" w:pos="7560"/>
        <w:tab w:val="left" w:pos="8280"/>
        <w:tab w:val="left" w:pos="9000"/>
      </w:tabs>
      <w:spacing w:before="140" w:line="480" w:lineRule="auto"/>
      <w:ind w:firstLine="360"/>
      <w:jc w:val="both"/>
    </w:pPr>
    <w:rPr>
      <w:rFonts w:ascii="New York" w:hAnsi="New York"/>
      <w:szCs w:val="20"/>
      <w:lang w:val="en-US" w:eastAsia="en-US"/>
    </w:rPr>
  </w:style>
  <w:style w:type="character" w:customStyle="1" w:styleId="EOC-TXChar">
    <w:name w:val="EOC-TX Char"/>
    <w:basedOn w:val="DefaultParagraphFont"/>
    <w:link w:val="EOC-TX"/>
    <w:uiPriority w:val="99"/>
    <w:locked/>
    <w:rsid w:val="00D37884"/>
    <w:rPr>
      <w:rFonts w:ascii="New York" w:hAnsi="New York" w:cs="Times New Roman"/>
      <w:sz w:val="22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78</Words>
  <Characters>447</Characters>
  <Application>Microsoft Office Outlook</Application>
  <DocSecurity>0</DocSecurity>
  <Lines>0</Lines>
  <Paragraphs>0</Paragraphs>
  <ScaleCrop>false</ScaleCrop>
  <Company>Course Technology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2—KEY APPLICATIONS</dc:title>
  <dc:subject/>
  <dc:creator>Connie Morrison</dc:creator>
  <cp:keywords/>
  <dc:description/>
  <cp:lastModifiedBy>pherbert</cp:lastModifiedBy>
  <cp:revision>4</cp:revision>
  <cp:lastPrinted>2009-02-12T14:03:00Z</cp:lastPrinted>
  <dcterms:created xsi:type="dcterms:W3CDTF">2009-07-30T20:42:00Z</dcterms:created>
  <dcterms:modified xsi:type="dcterms:W3CDTF">2010-10-01T01:44:00Z</dcterms:modified>
</cp:coreProperties>
</file>