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1CE" w:rsidRDefault="00C401CE" w:rsidP="00B04775">
      <w:pPr>
        <w:pStyle w:val="Heading1"/>
      </w:pPr>
      <w:r>
        <w:t>Lesson 7—Getting Started with Word Essentials</w:t>
      </w:r>
    </w:p>
    <w:p w:rsidR="00C401CE" w:rsidRDefault="00C401CE" w:rsidP="00B04775">
      <w:pPr>
        <w:pStyle w:val="EOCHeadRevQuest"/>
        <w:rPr>
          <w:rFonts w:ascii="Times New Roman" w:hAnsi="Times New Roman"/>
          <w:sz w:val="28"/>
        </w:rPr>
      </w:pPr>
      <w:r>
        <w:rPr>
          <w:rFonts w:ascii="Times New Roman" w:hAnsi="Times New Roman"/>
          <w:sz w:val="28"/>
        </w:rPr>
        <w:t>Review Questions</w:t>
      </w:r>
    </w:p>
    <w:p w:rsidR="00C401CE" w:rsidRDefault="00C401CE" w:rsidP="00B04775">
      <w:pPr>
        <w:pStyle w:val="Heading2"/>
      </w:pPr>
      <w:r>
        <w:t>True / False</w:t>
      </w:r>
    </w:p>
    <w:p w:rsidR="00C401CE" w:rsidRDefault="00C401CE" w:rsidP="00B04775">
      <w:pPr>
        <w:pStyle w:val="NL"/>
      </w:pPr>
      <w:r>
        <w:t>1. False</w:t>
      </w:r>
    </w:p>
    <w:p w:rsidR="00C401CE" w:rsidRDefault="00C401CE" w:rsidP="00B04775">
      <w:pPr>
        <w:pStyle w:val="NL"/>
      </w:pPr>
      <w:r>
        <w:t>2. False</w:t>
      </w:r>
    </w:p>
    <w:p w:rsidR="00C401CE" w:rsidRDefault="00C401CE" w:rsidP="00B04775">
      <w:pPr>
        <w:pStyle w:val="NL"/>
      </w:pPr>
      <w:r>
        <w:t>3. True</w:t>
      </w:r>
    </w:p>
    <w:p w:rsidR="00C401CE" w:rsidRDefault="00C401CE" w:rsidP="00B04775">
      <w:pPr>
        <w:pStyle w:val="NL"/>
      </w:pPr>
      <w:r>
        <w:t>4. True</w:t>
      </w:r>
    </w:p>
    <w:p w:rsidR="00C401CE" w:rsidRDefault="00C401CE" w:rsidP="00B04775">
      <w:pPr>
        <w:pStyle w:val="NL"/>
      </w:pPr>
      <w:r>
        <w:t>5. False</w:t>
      </w:r>
    </w:p>
    <w:p w:rsidR="00C401CE" w:rsidRDefault="00C401CE" w:rsidP="002C5E34">
      <w:pPr>
        <w:pStyle w:val="Heading2"/>
      </w:pPr>
      <w:r>
        <w:t>Multiple Choice</w:t>
      </w:r>
    </w:p>
    <w:p w:rsidR="00C401CE" w:rsidRDefault="00C401CE" w:rsidP="00644AD8">
      <w:pPr>
        <w:pStyle w:val="NL"/>
      </w:pPr>
      <w:r>
        <w:t>1. A</w:t>
      </w:r>
    </w:p>
    <w:p w:rsidR="00C401CE" w:rsidRDefault="00C401CE" w:rsidP="00644AD8">
      <w:pPr>
        <w:pStyle w:val="NL"/>
      </w:pPr>
      <w:r>
        <w:t>2. C</w:t>
      </w:r>
    </w:p>
    <w:p w:rsidR="00C401CE" w:rsidRDefault="00C401CE" w:rsidP="00644AD8">
      <w:pPr>
        <w:pStyle w:val="NL"/>
      </w:pPr>
      <w:r>
        <w:t>3. A</w:t>
      </w:r>
    </w:p>
    <w:p w:rsidR="00C401CE" w:rsidRDefault="00C401CE" w:rsidP="00644AD8">
      <w:pPr>
        <w:pStyle w:val="NL"/>
      </w:pPr>
      <w:r>
        <w:t>4. C</w:t>
      </w:r>
    </w:p>
    <w:p w:rsidR="00C401CE" w:rsidRDefault="00C401CE" w:rsidP="00644AD8">
      <w:pPr>
        <w:pStyle w:val="NL"/>
      </w:pPr>
      <w:r>
        <w:t>5. C</w:t>
      </w:r>
    </w:p>
    <w:p w:rsidR="00C401CE" w:rsidRDefault="00C401CE" w:rsidP="00B04775">
      <w:pPr>
        <w:pStyle w:val="Heading2"/>
      </w:pPr>
      <w:r>
        <w:t>Fill in the Blank</w:t>
      </w:r>
    </w:p>
    <w:p w:rsidR="00C401CE" w:rsidRDefault="00C401CE" w:rsidP="00B04775">
      <w:pPr>
        <w:pStyle w:val="NL"/>
      </w:pPr>
      <w:r>
        <w:t>1. default settings</w:t>
      </w:r>
    </w:p>
    <w:p w:rsidR="00C401CE" w:rsidRDefault="00C401CE" w:rsidP="00B04775">
      <w:pPr>
        <w:pStyle w:val="NL"/>
      </w:pPr>
      <w:r>
        <w:t>2. word wrap</w:t>
      </w:r>
    </w:p>
    <w:p w:rsidR="00C401CE" w:rsidRDefault="00C401CE" w:rsidP="00B04775">
      <w:pPr>
        <w:pStyle w:val="NL"/>
      </w:pPr>
      <w:r>
        <w:t>3. click and type</w:t>
      </w:r>
    </w:p>
    <w:p w:rsidR="00C401CE" w:rsidRDefault="00C401CE" w:rsidP="00B04775">
      <w:pPr>
        <w:pStyle w:val="NL"/>
      </w:pPr>
      <w:r>
        <w:t>4. Normal.dotm template</w:t>
      </w:r>
    </w:p>
    <w:p w:rsidR="00C401CE" w:rsidRDefault="00C401CE" w:rsidP="00B04775">
      <w:pPr>
        <w:pStyle w:val="NL"/>
      </w:pPr>
      <w:r>
        <w:t>5. toggle</w:t>
      </w:r>
    </w:p>
    <w:p w:rsidR="00C401CE" w:rsidRDefault="00C401CE" w:rsidP="004D7398">
      <w:pPr>
        <w:pStyle w:val="NL"/>
        <w:spacing w:before="360"/>
      </w:pPr>
    </w:p>
    <w:p w:rsidR="00C401CE" w:rsidRPr="00AE5B1E" w:rsidRDefault="00C401CE" w:rsidP="004D7398">
      <w:pPr>
        <w:pStyle w:val="EOCHeadRevQuest"/>
        <w:spacing w:before="0"/>
        <w:rPr>
          <w:rFonts w:ascii="Times New Roman" w:hAnsi="Times New Roman"/>
          <w:sz w:val="28"/>
          <w:szCs w:val="28"/>
        </w:rPr>
      </w:pPr>
      <w:r w:rsidRPr="00AE5B1E">
        <w:rPr>
          <w:rFonts w:ascii="Times New Roman" w:hAnsi="Times New Roman"/>
          <w:sz w:val="28"/>
          <w:szCs w:val="28"/>
        </w:rPr>
        <w:t>projects</w:t>
      </w:r>
    </w:p>
    <w:p w:rsidR="00C401CE" w:rsidRPr="00657B62" w:rsidRDefault="00C401CE" w:rsidP="004D7398">
      <w:pPr>
        <w:pStyle w:val="Heading5"/>
        <w:spacing w:after="0"/>
        <w:rPr>
          <w:i w:val="0"/>
          <w:sz w:val="32"/>
          <w:szCs w:val="32"/>
        </w:rPr>
      </w:pPr>
      <w:r>
        <w:rPr>
          <w:i w:val="0"/>
          <w:sz w:val="32"/>
          <w:szCs w:val="32"/>
        </w:rPr>
        <w:t>Project 7</w:t>
      </w:r>
      <w:r w:rsidRPr="00657B62">
        <w:rPr>
          <w:i w:val="0"/>
          <w:sz w:val="32"/>
          <w:szCs w:val="32"/>
        </w:rPr>
        <w:t>-1</w:t>
      </w:r>
    </w:p>
    <w:p w:rsidR="00C401CE" w:rsidRDefault="00C401CE" w:rsidP="004D7398">
      <w:pPr>
        <w:rPr>
          <w:b/>
        </w:rPr>
      </w:pPr>
      <w:r w:rsidRPr="00AE5B1E">
        <w:t>The solution</w:t>
      </w:r>
      <w:r>
        <w:t xml:space="preserve"> file</w:t>
      </w:r>
      <w:r w:rsidRPr="00AE5B1E">
        <w:t xml:space="preserve"> is named </w:t>
      </w:r>
      <w:r>
        <w:rPr>
          <w:b/>
        </w:rPr>
        <w:t>sFault.docx.</w:t>
      </w:r>
    </w:p>
    <w:p w:rsidR="00C401CE" w:rsidRDefault="00C401CE" w:rsidP="004D7398">
      <w:pPr>
        <w:spacing w:before="120"/>
        <w:rPr>
          <w:b/>
        </w:rPr>
      </w:pPr>
    </w:p>
    <w:p w:rsidR="00C401CE" w:rsidRPr="00657B62" w:rsidRDefault="00C401CE" w:rsidP="004D7398">
      <w:pPr>
        <w:rPr>
          <w:b/>
          <w:sz w:val="32"/>
          <w:szCs w:val="32"/>
        </w:rPr>
      </w:pPr>
      <w:r>
        <w:rPr>
          <w:b/>
          <w:sz w:val="32"/>
          <w:szCs w:val="32"/>
        </w:rPr>
        <w:t>Project 7</w:t>
      </w:r>
      <w:r w:rsidRPr="00657B62">
        <w:rPr>
          <w:b/>
          <w:sz w:val="32"/>
          <w:szCs w:val="32"/>
        </w:rPr>
        <w:t>-2</w:t>
      </w:r>
    </w:p>
    <w:p w:rsidR="00C401CE" w:rsidRPr="00AE5B1E" w:rsidRDefault="00C401CE" w:rsidP="004D7398">
      <w:r>
        <w:t xml:space="preserve">The solution file is named </w:t>
      </w:r>
      <w:r>
        <w:rPr>
          <w:b/>
        </w:rPr>
        <w:t>sInterview Preparation.docx</w:t>
      </w:r>
      <w:r>
        <w:t>.</w:t>
      </w:r>
    </w:p>
    <w:p w:rsidR="00C401CE" w:rsidRDefault="00C401CE" w:rsidP="004D7398">
      <w:pPr>
        <w:spacing w:before="120"/>
        <w:rPr>
          <w:b/>
        </w:rPr>
      </w:pPr>
    </w:p>
    <w:p w:rsidR="00C401CE" w:rsidRPr="00657B62" w:rsidRDefault="00C401CE" w:rsidP="004D7398">
      <w:pPr>
        <w:rPr>
          <w:sz w:val="32"/>
          <w:szCs w:val="32"/>
        </w:rPr>
      </w:pPr>
      <w:r>
        <w:rPr>
          <w:b/>
          <w:sz w:val="32"/>
          <w:szCs w:val="32"/>
        </w:rPr>
        <w:t>Project 7</w:t>
      </w:r>
      <w:r w:rsidRPr="00657B62">
        <w:rPr>
          <w:b/>
          <w:sz w:val="32"/>
          <w:szCs w:val="32"/>
        </w:rPr>
        <w:t>-3</w:t>
      </w:r>
    </w:p>
    <w:p w:rsidR="00C401CE" w:rsidRDefault="00C401CE" w:rsidP="004D7398">
      <w:pPr>
        <w:pStyle w:val="NL"/>
        <w:ind w:left="0" w:firstLine="0"/>
        <w:rPr>
          <w:b/>
        </w:rPr>
      </w:pPr>
      <w:r>
        <w:t>There is no solution file</w:t>
      </w:r>
      <w:r>
        <w:rPr>
          <w:b/>
        </w:rPr>
        <w:t>.</w:t>
      </w:r>
    </w:p>
    <w:p w:rsidR="00C401CE" w:rsidRDefault="00C401CE" w:rsidP="004D7398">
      <w:pPr>
        <w:pStyle w:val="NL"/>
        <w:spacing w:before="120"/>
        <w:ind w:left="0" w:firstLine="0"/>
        <w:rPr>
          <w:b/>
        </w:rPr>
      </w:pPr>
    </w:p>
    <w:p w:rsidR="00C401CE" w:rsidRPr="00657B62" w:rsidRDefault="00C401CE" w:rsidP="004D7398">
      <w:pPr>
        <w:pStyle w:val="NL"/>
        <w:ind w:left="0" w:firstLine="0"/>
        <w:rPr>
          <w:b/>
          <w:sz w:val="32"/>
          <w:szCs w:val="32"/>
        </w:rPr>
      </w:pPr>
      <w:r w:rsidRPr="00657B62">
        <w:rPr>
          <w:b/>
          <w:sz w:val="32"/>
          <w:szCs w:val="32"/>
        </w:rPr>
        <w:t>Teamwork Project</w:t>
      </w:r>
    </w:p>
    <w:p w:rsidR="00C401CE" w:rsidRPr="00AE5B1E" w:rsidRDefault="00C401CE" w:rsidP="004D7398">
      <w:pPr>
        <w:pStyle w:val="NL"/>
        <w:ind w:left="0" w:firstLine="0"/>
      </w:pPr>
      <w:r w:rsidRPr="00AE5B1E">
        <w:t>Solutions will vary</w:t>
      </w:r>
      <w:r>
        <w:t>.</w:t>
      </w:r>
    </w:p>
    <w:p w:rsidR="00C401CE" w:rsidRDefault="00C401CE" w:rsidP="00B04775">
      <w:pPr>
        <w:pStyle w:val="NL"/>
      </w:pPr>
    </w:p>
    <w:p w:rsidR="00C401CE" w:rsidRPr="000B7211" w:rsidRDefault="00C401CE" w:rsidP="000B7211">
      <w:pPr>
        <w:pStyle w:val="EOCHeadRevQuest"/>
        <w:rPr>
          <w:b/>
          <w:bCs/>
          <w:caps w:val="0"/>
          <w:sz w:val="28"/>
        </w:rPr>
      </w:pPr>
      <w:r w:rsidRPr="000B7211">
        <w:rPr>
          <w:rFonts w:ascii="Times New Roman" w:hAnsi="Times New Roman"/>
          <w:sz w:val="28"/>
        </w:rPr>
        <w:t>Critical Thinking</w:t>
      </w:r>
    </w:p>
    <w:p w:rsidR="00C401CE" w:rsidRPr="00657B62" w:rsidRDefault="00C401CE" w:rsidP="000B7211">
      <w:pPr>
        <w:pStyle w:val="Heading2"/>
        <w:rPr>
          <w:szCs w:val="32"/>
        </w:rPr>
      </w:pPr>
      <w:r>
        <w:rPr>
          <w:szCs w:val="32"/>
        </w:rPr>
        <w:t>Activity 7</w:t>
      </w:r>
      <w:r w:rsidRPr="00657B62">
        <w:rPr>
          <w:szCs w:val="32"/>
        </w:rPr>
        <w:t>-1</w:t>
      </w:r>
    </w:p>
    <w:p w:rsidR="00C401CE" w:rsidRDefault="00C401CE" w:rsidP="000232C3">
      <w:pPr>
        <w:pStyle w:val="EOC-TX"/>
        <w:spacing w:before="0" w:line="240" w:lineRule="auto"/>
        <w:ind w:firstLine="0"/>
        <w:rPr>
          <w:rFonts w:ascii="Times New Roman" w:hAnsi="Times New Roman"/>
          <w:sz w:val="24"/>
          <w:szCs w:val="24"/>
        </w:rPr>
      </w:pPr>
      <w:r w:rsidRPr="000232C3">
        <w:rPr>
          <w:rFonts w:ascii="Times New Roman" w:hAnsi="Times New Roman"/>
          <w:sz w:val="24"/>
          <w:szCs w:val="24"/>
        </w:rPr>
        <w:t>Answers will vary.</w:t>
      </w:r>
    </w:p>
    <w:p w:rsidR="00C401CE" w:rsidRPr="000232C3" w:rsidRDefault="00C401CE" w:rsidP="000232C3">
      <w:pPr>
        <w:pStyle w:val="EOC-TX"/>
        <w:spacing w:before="120" w:line="240" w:lineRule="auto"/>
        <w:ind w:firstLine="0"/>
        <w:rPr>
          <w:rFonts w:ascii="Times New Roman" w:hAnsi="Times New Roman"/>
          <w:sz w:val="24"/>
          <w:szCs w:val="24"/>
        </w:rPr>
      </w:pPr>
    </w:p>
    <w:p w:rsidR="00C401CE" w:rsidRPr="00657B62" w:rsidRDefault="00C401CE" w:rsidP="000232C3">
      <w:pPr>
        <w:pStyle w:val="Heading2"/>
        <w:spacing w:before="0"/>
        <w:rPr>
          <w:szCs w:val="32"/>
        </w:rPr>
      </w:pPr>
      <w:r>
        <w:rPr>
          <w:szCs w:val="32"/>
        </w:rPr>
        <w:t>Activity 7</w:t>
      </w:r>
      <w:r w:rsidRPr="00657B62">
        <w:rPr>
          <w:szCs w:val="32"/>
        </w:rPr>
        <w:t>-2</w:t>
      </w:r>
    </w:p>
    <w:p w:rsidR="00C401CE" w:rsidRDefault="00C401CE" w:rsidP="000232C3">
      <w:pPr>
        <w:pStyle w:val="EOC-TX"/>
        <w:spacing w:before="0" w:line="240" w:lineRule="auto"/>
        <w:ind w:firstLine="0"/>
        <w:rPr>
          <w:rFonts w:ascii="Times New Roman" w:hAnsi="Times New Roman"/>
          <w:sz w:val="24"/>
          <w:szCs w:val="24"/>
        </w:rPr>
      </w:pPr>
      <w:r w:rsidRPr="000232C3">
        <w:rPr>
          <w:rFonts w:ascii="Times New Roman" w:hAnsi="Times New Roman"/>
          <w:sz w:val="24"/>
          <w:szCs w:val="24"/>
        </w:rPr>
        <w:t>The setting can be found in the Word Options dialog box. Click the Office Button and then click Word Options. The Popular options will appear. Under Top options for working with Word, uncheck the option Open e-mail attachments in Full Screen Reading view.</w:t>
      </w:r>
    </w:p>
    <w:p w:rsidR="00C401CE" w:rsidRPr="000232C3" w:rsidRDefault="00C401CE" w:rsidP="000232C3">
      <w:pPr>
        <w:pStyle w:val="EOC-TX"/>
        <w:spacing w:before="0" w:line="240" w:lineRule="auto"/>
        <w:ind w:firstLine="0"/>
        <w:rPr>
          <w:rFonts w:ascii="Times New Roman" w:hAnsi="Times New Roman"/>
          <w:sz w:val="24"/>
          <w:szCs w:val="24"/>
        </w:rPr>
      </w:pPr>
    </w:p>
    <w:p w:rsidR="00C401CE" w:rsidRPr="000232C3" w:rsidRDefault="00C401CE" w:rsidP="000B7211">
      <w:pPr>
        <w:pStyle w:val="EOCHeadRevQuest"/>
        <w:rPr>
          <w:rFonts w:ascii="Times New Roman" w:hAnsi="Times New Roman"/>
          <w:sz w:val="28"/>
        </w:rPr>
      </w:pPr>
      <w:r w:rsidRPr="000232C3">
        <w:rPr>
          <w:rFonts w:ascii="Times New Roman" w:hAnsi="Times New Roman"/>
          <w:sz w:val="28"/>
        </w:rPr>
        <w:t>Online Discovery</w:t>
      </w:r>
    </w:p>
    <w:p w:rsidR="00C401CE" w:rsidRPr="000232C3" w:rsidRDefault="00C401CE" w:rsidP="000232C3">
      <w:pPr>
        <w:pStyle w:val="EOC-TX"/>
        <w:spacing w:before="240" w:line="240" w:lineRule="auto"/>
        <w:ind w:firstLine="0"/>
        <w:rPr>
          <w:rFonts w:ascii="Times New Roman" w:hAnsi="Times New Roman"/>
          <w:sz w:val="24"/>
          <w:szCs w:val="24"/>
        </w:rPr>
      </w:pPr>
      <w:r w:rsidRPr="000232C3">
        <w:rPr>
          <w:rFonts w:ascii="Times New Roman" w:hAnsi="Times New Roman"/>
          <w:sz w:val="24"/>
          <w:szCs w:val="24"/>
        </w:rPr>
        <w:t>Responses will vary depending on the browser in use and could include the following similarities:</w:t>
      </w:r>
    </w:p>
    <w:p w:rsidR="00C401CE" w:rsidRPr="000232C3" w:rsidRDefault="00C401CE" w:rsidP="000232C3">
      <w:pPr>
        <w:pStyle w:val="EOC-TX"/>
        <w:numPr>
          <w:ilvl w:val="0"/>
          <w:numId w:val="1"/>
        </w:numPr>
        <w:tabs>
          <w:tab w:val="clear" w:pos="7560"/>
          <w:tab w:val="clear" w:pos="8280"/>
          <w:tab w:val="clear" w:pos="9000"/>
        </w:tabs>
        <w:spacing w:before="0" w:line="240" w:lineRule="auto"/>
        <w:ind w:left="720"/>
        <w:rPr>
          <w:rFonts w:ascii="Times New Roman" w:hAnsi="Times New Roman"/>
          <w:sz w:val="24"/>
          <w:szCs w:val="24"/>
        </w:rPr>
      </w:pPr>
      <w:r w:rsidRPr="000232C3">
        <w:rPr>
          <w:rFonts w:ascii="Times New Roman" w:hAnsi="Times New Roman"/>
          <w:sz w:val="24"/>
          <w:szCs w:val="24"/>
        </w:rPr>
        <w:t>You can zoom in and out by holding Ctrl and moving the mouse wheel.</w:t>
      </w:r>
    </w:p>
    <w:p w:rsidR="00C401CE" w:rsidRPr="000232C3" w:rsidRDefault="00C401CE" w:rsidP="000232C3">
      <w:pPr>
        <w:pStyle w:val="EOC-TX"/>
        <w:numPr>
          <w:ilvl w:val="0"/>
          <w:numId w:val="1"/>
        </w:numPr>
        <w:tabs>
          <w:tab w:val="clear" w:pos="7560"/>
          <w:tab w:val="clear" w:pos="8280"/>
          <w:tab w:val="clear" w:pos="9000"/>
        </w:tabs>
        <w:spacing w:before="0" w:line="240" w:lineRule="auto"/>
        <w:ind w:left="720"/>
        <w:rPr>
          <w:rFonts w:ascii="Times New Roman" w:hAnsi="Times New Roman"/>
          <w:sz w:val="24"/>
          <w:szCs w:val="24"/>
        </w:rPr>
      </w:pPr>
      <w:r w:rsidRPr="000232C3">
        <w:rPr>
          <w:rFonts w:ascii="Times New Roman" w:hAnsi="Times New Roman"/>
          <w:sz w:val="24"/>
          <w:szCs w:val="24"/>
        </w:rPr>
        <w:t>You can change the magnification by setting specific zoom settings.</w:t>
      </w:r>
    </w:p>
    <w:p w:rsidR="00C401CE" w:rsidRPr="000232C3" w:rsidRDefault="00C401CE" w:rsidP="000232C3">
      <w:pPr>
        <w:pStyle w:val="EOC-TX"/>
        <w:numPr>
          <w:ilvl w:val="0"/>
          <w:numId w:val="1"/>
        </w:numPr>
        <w:tabs>
          <w:tab w:val="clear" w:pos="7560"/>
          <w:tab w:val="clear" w:pos="8280"/>
          <w:tab w:val="clear" w:pos="9000"/>
        </w:tabs>
        <w:spacing w:before="0" w:line="240" w:lineRule="auto"/>
        <w:ind w:left="720"/>
        <w:rPr>
          <w:rFonts w:ascii="Times New Roman" w:hAnsi="Times New Roman"/>
          <w:sz w:val="24"/>
          <w:szCs w:val="24"/>
        </w:rPr>
      </w:pPr>
      <w:r w:rsidRPr="000232C3">
        <w:rPr>
          <w:rFonts w:ascii="Times New Roman" w:hAnsi="Times New Roman"/>
          <w:sz w:val="24"/>
          <w:szCs w:val="24"/>
        </w:rPr>
        <w:t>You can increase or decrease the size of the text.</w:t>
      </w:r>
    </w:p>
    <w:p w:rsidR="00C401CE" w:rsidRPr="000232C3" w:rsidRDefault="00C401CE" w:rsidP="000232C3">
      <w:pPr>
        <w:pStyle w:val="EOC-TX"/>
        <w:numPr>
          <w:ilvl w:val="0"/>
          <w:numId w:val="1"/>
        </w:numPr>
        <w:tabs>
          <w:tab w:val="clear" w:pos="7560"/>
          <w:tab w:val="clear" w:pos="8280"/>
          <w:tab w:val="clear" w:pos="9000"/>
        </w:tabs>
        <w:spacing w:before="0" w:line="240" w:lineRule="auto"/>
        <w:ind w:left="720"/>
        <w:rPr>
          <w:rFonts w:ascii="Times New Roman" w:hAnsi="Times New Roman"/>
          <w:sz w:val="24"/>
          <w:szCs w:val="24"/>
        </w:rPr>
      </w:pPr>
      <w:r w:rsidRPr="000232C3">
        <w:rPr>
          <w:rFonts w:ascii="Times New Roman" w:hAnsi="Times New Roman"/>
          <w:sz w:val="24"/>
          <w:szCs w:val="24"/>
        </w:rPr>
        <w:t>You can view the Web page in Full Screen size, which is similar to Full Screen Reading view in Word because the document fills the screen and the toolbars and status bar are hidden.</w:t>
      </w:r>
    </w:p>
    <w:sectPr w:rsidR="00C401CE" w:rsidRPr="000232C3" w:rsidSect="00B04775">
      <w:headerReference w:type="default" r:id="rId7"/>
      <w:footerReference w:type="default" r:id="rId8"/>
      <w:pgSz w:w="12240" w:h="15840"/>
      <w:pgMar w:top="1800" w:right="1800" w:bottom="1440" w:left="1800"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1CE" w:rsidRDefault="00C401CE">
      <w:r>
        <w:separator/>
      </w:r>
    </w:p>
  </w:endnote>
  <w:endnote w:type="continuationSeparator" w:id="0">
    <w:p w:rsidR="00C401CE" w:rsidRDefault="00C401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altName w:val="Lucidasans"/>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1CE" w:rsidRPr="00205E09" w:rsidRDefault="00C401CE" w:rsidP="000232C3">
    <w:pPr>
      <w:pStyle w:val="Footer"/>
      <w:jc w:val="right"/>
      <w:rPr>
        <w:sz w:val="20"/>
      </w:rPr>
    </w:pPr>
    <w:r w:rsidRPr="00205E09">
      <w:rPr>
        <w:sz w:val="20"/>
      </w:rPr>
      <w:t xml:space="preserve">Page </w:t>
    </w:r>
    <w:r w:rsidRPr="00205E09">
      <w:rPr>
        <w:sz w:val="20"/>
      </w:rPr>
      <w:fldChar w:fldCharType="begin"/>
    </w:r>
    <w:r w:rsidRPr="00205E09">
      <w:rPr>
        <w:sz w:val="20"/>
      </w:rPr>
      <w:instrText xml:space="preserve"> PAGE </w:instrText>
    </w:r>
    <w:r w:rsidRPr="00205E09">
      <w:rPr>
        <w:sz w:val="20"/>
      </w:rPr>
      <w:fldChar w:fldCharType="separate"/>
    </w:r>
    <w:r>
      <w:rPr>
        <w:noProof/>
        <w:sz w:val="20"/>
      </w:rPr>
      <w:t>2</w:t>
    </w:r>
    <w:r w:rsidRPr="00205E09">
      <w:rPr>
        <w:sz w:val="20"/>
      </w:rPr>
      <w:fldChar w:fldCharType="end"/>
    </w:r>
    <w:r w:rsidRPr="00205E09">
      <w:rPr>
        <w:sz w:val="20"/>
      </w:rPr>
      <w:t xml:space="preserve"> of </w:t>
    </w:r>
    <w:r w:rsidRPr="00205E09">
      <w:rPr>
        <w:sz w:val="20"/>
      </w:rPr>
      <w:fldChar w:fldCharType="begin"/>
    </w:r>
    <w:r w:rsidRPr="00205E09">
      <w:rPr>
        <w:sz w:val="20"/>
      </w:rPr>
      <w:instrText xml:space="preserve"> NUMPAGES  </w:instrText>
    </w:r>
    <w:r w:rsidRPr="00205E09">
      <w:rPr>
        <w:sz w:val="20"/>
      </w:rPr>
      <w:fldChar w:fldCharType="separate"/>
    </w:r>
    <w:r>
      <w:rPr>
        <w:noProof/>
        <w:sz w:val="20"/>
      </w:rPr>
      <w:t>2</w:t>
    </w:r>
    <w:r w:rsidRPr="00205E09">
      <w:rPr>
        <w:sz w:val="20"/>
      </w:rPr>
      <w:fldChar w:fldCharType="end"/>
    </w:r>
  </w:p>
  <w:p w:rsidR="00C401CE" w:rsidRPr="000232C3" w:rsidRDefault="00C401CE" w:rsidP="000232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1CE" w:rsidRDefault="00C401CE">
      <w:r>
        <w:separator/>
      </w:r>
    </w:p>
  </w:footnote>
  <w:footnote w:type="continuationSeparator" w:id="0">
    <w:p w:rsidR="00C401CE" w:rsidRDefault="00C401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1CE" w:rsidRPr="00205E09" w:rsidRDefault="00C401CE" w:rsidP="000232C3">
    <w:pPr>
      <w:pStyle w:val="Header"/>
      <w:rPr>
        <w:sz w:val="18"/>
        <w:szCs w:val="18"/>
      </w:rPr>
    </w:pPr>
    <w:r w:rsidRPr="00205E09">
      <w:rPr>
        <w:sz w:val="18"/>
        <w:szCs w:val="18"/>
      </w:rPr>
      <w:t>Computer Literacy BASICS: A Comprehensive Guide to IC</w:t>
    </w:r>
    <w:r w:rsidRPr="00205E09">
      <w:rPr>
        <w:sz w:val="18"/>
        <w:szCs w:val="18"/>
        <w:vertAlign w:val="superscript"/>
      </w:rPr>
      <w:t>3</w:t>
    </w:r>
    <w:r>
      <w:rPr>
        <w:sz w:val="18"/>
        <w:szCs w:val="18"/>
      </w:rPr>
      <w:t>, 3E</w:t>
    </w:r>
    <w:r>
      <w:rPr>
        <w:sz w:val="18"/>
        <w:szCs w:val="18"/>
      </w:rPr>
      <w:tab/>
      <w:t>Lesson 7: Getting Started with Word Essentials</w:t>
    </w:r>
  </w:p>
  <w:p w:rsidR="00C401CE" w:rsidRDefault="00C401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067C8"/>
    <w:multiLevelType w:val="hybridMultilevel"/>
    <w:tmpl w:val="5024CB02"/>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4775"/>
    <w:rsid w:val="00004B90"/>
    <w:rsid w:val="000232C3"/>
    <w:rsid w:val="00052882"/>
    <w:rsid w:val="00070ED7"/>
    <w:rsid w:val="000B7211"/>
    <w:rsid w:val="000C026F"/>
    <w:rsid w:val="001836ED"/>
    <w:rsid w:val="001D237C"/>
    <w:rsid w:val="00205E09"/>
    <w:rsid w:val="00210678"/>
    <w:rsid w:val="00243804"/>
    <w:rsid w:val="002C5E34"/>
    <w:rsid w:val="002D1C72"/>
    <w:rsid w:val="002D3653"/>
    <w:rsid w:val="002F1493"/>
    <w:rsid w:val="00362025"/>
    <w:rsid w:val="003A13B3"/>
    <w:rsid w:val="003C03D8"/>
    <w:rsid w:val="004121D3"/>
    <w:rsid w:val="00472B58"/>
    <w:rsid w:val="0047540C"/>
    <w:rsid w:val="004871E2"/>
    <w:rsid w:val="0049744F"/>
    <w:rsid w:val="004D7398"/>
    <w:rsid w:val="004F62F8"/>
    <w:rsid w:val="0055288A"/>
    <w:rsid w:val="005971AC"/>
    <w:rsid w:val="005F02BD"/>
    <w:rsid w:val="005F7AD8"/>
    <w:rsid w:val="00616187"/>
    <w:rsid w:val="00644AD8"/>
    <w:rsid w:val="00657B62"/>
    <w:rsid w:val="0066132D"/>
    <w:rsid w:val="00676864"/>
    <w:rsid w:val="00685ADF"/>
    <w:rsid w:val="007959E5"/>
    <w:rsid w:val="007A1F34"/>
    <w:rsid w:val="008832E7"/>
    <w:rsid w:val="008A4343"/>
    <w:rsid w:val="008C20DD"/>
    <w:rsid w:val="008D66B2"/>
    <w:rsid w:val="009251C4"/>
    <w:rsid w:val="0098255F"/>
    <w:rsid w:val="009B1CE9"/>
    <w:rsid w:val="009F6E76"/>
    <w:rsid w:val="00A07524"/>
    <w:rsid w:val="00A96E74"/>
    <w:rsid w:val="00AE5B1E"/>
    <w:rsid w:val="00B04775"/>
    <w:rsid w:val="00BE40AE"/>
    <w:rsid w:val="00BF36CE"/>
    <w:rsid w:val="00C0754B"/>
    <w:rsid w:val="00C401CE"/>
    <w:rsid w:val="00CC25F2"/>
    <w:rsid w:val="00CC3E24"/>
    <w:rsid w:val="00CF35CC"/>
    <w:rsid w:val="00D437B1"/>
    <w:rsid w:val="00E41FA4"/>
    <w:rsid w:val="00E64ED5"/>
    <w:rsid w:val="00E965E9"/>
    <w:rsid w:val="00EF6836"/>
    <w:rsid w:val="00F8120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775"/>
    <w:rPr>
      <w:rFonts w:ascii="Times New Roman" w:hAnsi="Times New Roman"/>
      <w:sz w:val="24"/>
      <w:szCs w:val="24"/>
      <w:lang w:val="en-US" w:eastAsia="en-US"/>
    </w:rPr>
  </w:style>
  <w:style w:type="paragraph" w:styleId="Heading1">
    <w:name w:val="heading 1"/>
    <w:basedOn w:val="Normal"/>
    <w:next w:val="Normal"/>
    <w:link w:val="Heading1Char1"/>
    <w:uiPriority w:val="99"/>
    <w:qFormat/>
    <w:rsid w:val="00B04775"/>
    <w:pPr>
      <w:keepNext/>
      <w:spacing w:after="240"/>
      <w:outlineLvl w:val="0"/>
    </w:pPr>
    <w:rPr>
      <w:b/>
      <w:bCs/>
      <w:smallCaps/>
      <w:sz w:val="36"/>
    </w:rPr>
  </w:style>
  <w:style w:type="paragraph" w:styleId="Heading2">
    <w:name w:val="heading 2"/>
    <w:basedOn w:val="Normal"/>
    <w:next w:val="BodyText"/>
    <w:link w:val="Heading2Char1"/>
    <w:uiPriority w:val="99"/>
    <w:qFormat/>
    <w:rsid w:val="00B04775"/>
    <w:pPr>
      <w:keepNext/>
      <w:spacing w:before="240"/>
      <w:outlineLvl w:val="1"/>
    </w:pPr>
    <w:rPr>
      <w:b/>
      <w:bCs/>
      <w:sz w:val="32"/>
    </w:rPr>
  </w:style>
  <w:style w:type="paragraph" w:styleId="Heading5">
    <w:name w:val="heading 5"/>
    <w:basedOn w:val="Normal"/>
    <w:next w:val="Normal"/>
    <w:link w:val="Heading5Char"/>
    <w:uiPriority w:val="99"/>
    <w:qFormat/>
    <w:locked/>
    <w:rsid w:val="004D7398"/>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4ED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E64ED5"/>
    <w:rPr>
      <w:rFonts w:ascii="Cambria" w:hAnsi="Cambria" w:cs="Times New Roman"/>
      <w:b/>
      <w:bCs/>
      <w:i/>
      <w:iCs/>
      <w:sz w:val="28"/>
      <w:szCs w:val="28"/>
    </w:rPr>
  </w:style>
  <w:style w:type="character" w:customStyle="1" w:styleId="Heading5Char">
    <w:name w:val="Heading 5 Char"/>
    <w:basedOn w:val="DefaultParagraphFont"/>
    <w:link w:val="Heading5"/>
    <w:uiPriority w:val="99"/>
    <w:semiHidden/>
    <w:locked/>
    <w:rsid w:val="004D7398"/>
    <w:rPr>
      <w:rFonts w:cs="Times New Roman"/>
      <w:b/>
      <w:bCs/>
      <w:i/>
      <w:iCs/>
      <w:sz w:val="26"/>
      <w:szCs w:val="26"/>
      <w:lang w:val="en-US" w:eastAsia="en-US" w:bidi="ar-SA"/>
    </w:rPr>
  </w:style>
  <w:style w:type="character" w:customStyle="1" w:styleId="Heading1Char1">
    <w:name w:val="Heading 1 Char1"/>
    <w:basedOn w:val="DefaultParagraphFont"/>
    <w:link w:val="Heading1"/>
    <w:uiPriority w:val="99"/>
    <w:locked/>
    <w:rsid w:val="00B04775"/>
    <w:rPr>
      <w:rFonts w:ascii="Times New Roman" w:hAnsi="Times New Roman" w:cs="Times New Roman"/>
      <w:b/>
      <w:bCs/>
      <w:smallCaps/>
      <w:sz w:val="24"/>
      <w:szCs w:val="24"/>
    </w:rPr>
  </w:style>
  <w:style w:type="character" w:customStyle="1" w:styleId="Heading2Char1">
    <w:name w:val="Heading 2 Char1"/>
    <w:basedOn w:val="DefaultParagraphFont"/>
    <w:link w:val="Heading2"/>
    <w:uiPriority w:val="99"/>
    <w:locked/>
    <w:rsid w:val="00B04775"/>
    <w:rPr>
      <w:rFonts w:ascii="Times New Roman" w:hAnsi="Times New Roman" w:cs="Times New Roman"/>
      <w:b/>
      <w:bCs/>
      <w:sz w:val="24"/>
      <w:szCs w:val="24"/>
    </w:rPr>
  </w:style>
  <w:style w:type="paragraph" w:customStyle="1" w:styleId="EOCHeadRevQuest">
    <w:name w:val="EOC Head Rev Quest"/>
    <w:next w:val="Normal"/>
    <w:uiPriority w:val="99"/>
    <w:rsid w:val="00B04775"/>
    <w:pPr>
      <w:pBdr>
        <w:bottom w:val="single" w:sz="6" w:space="0" w:color="auto"/>
      </w:pBdr>
      <w:spacing w:before="400"/>
    </w:pPr>
    <w:rPr>
      <w:rFonts w:ascii="New York" w:hAnsi="New York"/>
      <w:caps/>
      <w:sz w:val="40"/>
      <w:szCs w:val="20"/>
      <w:lang w:val="en-US" w:eastAsia="en-US"/>
    </w:rPr>
  </w:style>
  <w:style w:type="paragraph" w:styleId="Header">
    <w:name w:val="header"/>
    <w:basedOn w:val="Normal"/>
    <w:link w:val="HeaderChar2"/>
    <w:uiPriority w:val="99"/>
    <w:rsid w:val="00B04775"/>
    <w:pPr>
      <w:tabs>
        <w:tab w:val="center" w:pos="4320"/>
        <w:tab w:val="right" w:pos="8640"/>
      </w:tabs>
    </w:pPr>
  </w:style>
  <w:style w:type="character" w:customStyle="1" w:styleId="HeaderChar">
    <w:name w:val="Header Char"/>
    <w:basedOn w:val="DefaultParagraphFont"/>
    <w:link w:val="Header"/>
    <w:uiPriority w:val="99"/>
    <w:semiHidden/>
    <w:locked/>
    <w:rsid w:val="00E64ED5"/>
    <w:rPr>
      <w:rFonts w:ascii="Times New Roman" w:hAnsi="Times New Roman" w:cs="Times New Roman"/>
      <w:sz w:val="24"/>
      <w:szCs w:val="24"/>
    </w:rPr>
  </w:style>
  <w:style w:type="character" w:customStyle="1" w:styleId="HeaderChar2">
    <w:name w:val="Header Char2"/>
    <w:basedOn w:val="DefaultParagraphFont"/>
    <w:link w:val="Header"/>
    <w:uiPriority w:val="99"/>
    <w:locked/>
    <w:rsid w:val="00B04775"/>
    <w:rPr>
      <w:rFonts w:ascii="Times New Roman" w:hAnsi="Times New Roman" w:cs="Times New Roman"/>
      <w:sz w:val="24"/>
      <w:szCs w:val="24"/>
    </w:rPr>
  </w:style>
  <w:style w:type="paragraph" w:styleId="Footer">
    <w:name w:val="footer"/>
    <w:basedOn w:val="Normal"/>
    <w:link w:val="FooterChar2"/>
    <w:uiPriority w:val="99"/>
    <w:rsid w:val="00B04775"/>
    <w:pPr>
      <w:tabs>
        <w:tab w:val="center" w:pos="4320"/>
        <w:tab w:val="right" w:pos="8640"/>
      </w:tabs>
    </w:pPr>
  </w:style>
  <w:style w:type="character" w:customStyle="1" w:styleId="FooterChar">
    <w:name w:val="Footer Char"/>
    <w:basedOn w:val="DefaultParagraphFont"/>
    <w:link w:val="Footer"/>
    <w:uiPriority w:val="99"/>
    <w:semiHidden/>
    <w:locked/>
    <w:rsid w:val="00E64ED5"/>
    <w:rPr>
      <w:rFonts w:ascii="Times New Roman" w:hAnsi="Times New Roman" w:cs="Times New Roman"/>
      <w:sz w:val="24"/>
      <w:szCs w:val="24"/>
    </w:rPr>
  </w:style>
  <w:style w:type="character" w:customStyle="1" w:styleId="FooterChar2">
    <w:name w:val="Footer Char2"/>
    <w:basedOn w:val="DefaultParagraphFont"/>
    <w:link w:val="Footer"/>
    <w:uiPriority w:val="99"/>
    <w:locked/>
    <w:rsid w:val="00B04775"/>
    <w:rPr>
      <w:rFonts w:ascii="Times New Roman" w:hAnsi="Times New Roman" w:cs="Times New Roman"/>
      <w:sz w:val="24"/>
      <w:szCs w:val="24"/>
    </w:rPr>
  </w:style>
  <w:style w:type="character" w:styleId="PageNumber">
    <w:name w:val="page number"/>
    <w:basedOn w:val="DefaultParagraphFont"/>
    <w:uiPriority w:val="99"/>
    <w:rsid w:val="00B04775"/>
    <w:rPr>
      <w:rFonts w:cs="Times New Roman"/>
    </w:rPr>
  </w:style>
  <w:style w:type="paragraph" w:customStyle="1" w:styleId="NL">
    <w:name w:val="NL"/>
    <w:basedOn w:val="Normal"/>
    <w:uiPriority w:val="99"/>
    <w:rsid w:val="00B04775"/>
    <w:pPr>
      <w:ind w:left="720" w:hanging="360"/>
    </w:pPr>
  </w:style>
  <w:style w:type="paragraph" w:styleId="BodyText">
    <w:name w:val="Body Text"/>
    <w:basedOn w:val="Normal"/>
    <w:link w:val="BodyTextChar1"/>
    <w:uiPriority w:val="99"/>
    <w:semiHidden/>
    <w:rsid w:val="00B04775"/>
    <w:pPr>
      <w:spacing w:after="120"/>
    </w:pPr>
  </w:style>
  <w:style w:type="character" w:customStyle="1" w:styleId="BodyTextChar">
    <w:name w:val="Body Text Char"/>
    <w:basedOn w:val="DefaultParagraphFont"/>
    <w:link w:val="BodyText"/>
    <w:uiPriority w:val="99"/>
    <w:semiHidden/>
    <w:locked/>
    <w:rsid w:val="00E64ED5"/>
    <w:rPr>
      <w:rFonts w:ascii="Times New Roman" w:hAnsi="Times New Roman" w:cs="Times New Roman"/>
      <w:sz w:val="24"/>
      <w:szCs w:val="24"/>
    </w:rPr>
  </w:style>
  <w:style w:type="character" w:customStyle="1" w:styleId="BodyTextChar1">
    <w:name w:val="Body Text Char1"/>
    <w:basedOn w:val="DefaultParagraphFont"/>
    <w:link w:val="BodyText"/>
    <w:uiPriority w:val="99"/>
    <w:semiHidden/>
    <w:locked/>
    <w:rsid w:val="00B04775"/>
    <w:rPr>
      <w:rFonts w:ascii="Times New Roman" w:hAnsi="Times New Roman" w:cs="Times New Roman"/>
      <w:sz w:val="24"/>
      <w:szCs w:val="24"/>
    </w:rPr>
  </w:style>
  <w:style w:type="paragraph" w:styleId="BalloonText">
    <w:name w:val="Balloon Text"/>
    <w:basedOn w:val="Normal"/>
    <w:link w:val="BalloonTextChar1"/>
    <w:uiPriority w:val="99"/>
    <w:semiHidden/>
    <w:rsid w:val="00C0754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4ED5"/>
    <w:rPr>
      <w:rFonts w:ascii="Times New Roman" w:hAnsi="Times New Roman" w:cs="Times New Roman"/>
      <w:sz w:val="2"/>
    </w:rPr>
  </w:style>
  <w:style w:type="character" w:customStyle="1" w:styleId="BalloonTextChar1">
    <w:name w:val="Balloon Text Char1"/>
    <w:basedOn w:val="DefaultParagraphFont"/>
    <w:link w:val="BalloonText"/>
    <w:uiPriority w:val="99"/>
    <w:semiHidden/>
    <w:locked/>
    <w:rsid w:val="00C0754B"/>
    <w:rPr>
      <w:rFonts w:ascii="Tahoma" w:hAnsi="Tahoma" w:cs="Tahoma"/>
      <w:sz w:val="16"/>
      <w:szCs w:val="16"/>
    </w:rPr>
  </w:style>
  <w:style w:type="paragraph" w:customStyle="1" w:styleId="EOC-TX">
    <w:name w:val="EOC-TX"/>
    <w:link w:val="EOC-TXChar"/>
    <w:uiPriority w:val="99"/>
    <w:rsid w:val="005F7AD8"/>
    <w:pPr>
      <w:tabs>
        <w:tab w:val="left" w:pos="7560"/>
        <w:tab w:val="left" w:pos="8280"/>
        <w:tab w:val="left" w:pos="9000"/>
      </w:tabs>
      <w:spacing w:before="140" w:line="480" w:lineRule="auto"/>
      <w:ind w:firstLine="360"/>
      <w:jc w:val="both"/>
    </w:pPr>
    <w:rPr>
      <w:rFonts w:ascii="New York" w:hAnsi="New York"/>
      <w:szCs w:val="20"/>
      <w:lang w:val="en-US" w:eastAsia="en-US"/>
    </w:rPr>
  </w:style>
  <w:style w:type="character" w:customStyle="1" w:styleId="EOC-TXChar">
    <w:name w:val="EOC-TX Char"/>
    <w:basedOn w:val="DefaultParagraphFont"/>
    <w:link w:val="EOC-TX"/>
    <w:uiPriority w:val="99"/>
    <w:locked/>
    <w:rsid w:val="005F7AD8"/>
    <w:rPr>
      <w:rFonts w:ascii="New York" w:hAnsi="New York" w:cs="Times New Roman"/>
      <w:sz w:val="22"/>
      <w:lang w:val="en-US" w:eastAsia="en-US" w:bidi="ar-SA"/>
    </w:rPr>
  </w:style>
  <w:style w:type="character" w:customStyle="1" w:styleId="apple-style-span">
    <w:name w:val="apple-style-span"/>
    <w:basedOn w:val="DefaultParagraphFont"/>
    <w:uiPriority w:val="99"/>
    <w:rsid w:val="008D66B2"/>
    <w:rPr>
      <w:rFonts w:cs="Times New Roman"/>
    </w:rPr>
  </w:style>
  <w:style w:type="paragraph" w:styleId="NormalWeb">
    <w:name w:val="Normal (Web)"/>
    <w:basedOn w:val="Normal"/>
    <w:uiPriority w:val="99"/>
    <w:semiHidden/>
    <w:rsid w:val="008D66B2"/>
    <w:pPr>
      <w:spacing w:before="100" w:beforeAutospacing="1" w:after="100" w:afterAutospacing="1"/>
    </w:pPr>
  </w:style>
  <w:style w:type="character" w:customStyle="1" w:styleId="apple-converted-space">
    <w:name w:val="apple-converted-space"/>
    <w:basedOn w:val="DefaultParagraphFont"/>
    <w:uiPriority w:val="99"/>
    <w:rsid w:val="008D66B2"/>
    <w:rPr>
      <w:rFonts w:cs="Times New Roman"/>
    </w:rPr>
  </w:style>
  <w:style w:type="character" w:styleId="Hyperlink">
    <w:name w:val="Hyperlink"/>
    <w:basedOn w:val="DefaultParagraphFont"/>
    <w:uiPriority w:val="99"/>
    <w:semiHidden/>
    <w:rsid w:val="008D66B2"/>
    <w:rPr>
      <w:rFonts w:cs="Times New Roman"/>
      <w:color w:val="0000FF"/>
      <w:u w:val="single"/>
    </w:rPr>
  </w:style>
  <w:style w:type="character" w:customStyle="1" w:styleId="HeaderChar1">
    <w:name w:val="Header Char1"/>
    <w:basedOn w:val="DefaultParagraphFont"/>
    <w:uiPriority w:val="99"/>
    <w:locked/>
    <w:rsid w:val="000232C3"/>
    <w:rPr>
      <w:rFonts w:ascii="Times New Roman" w:hAnsi="Times New Roman" w:cs="Times New Roman"/>
      <w:sz w:val="24"/>
      <w:szCs w:val="24"/>
    </w:rPr>
  </w:style>
  <w:style w:type="character" w:customStyle="1" w:styleId="FooterChar1">
    <w:name w:val="Footer Char1"/>
    <w:basedOn w:val="DefaultParagraphFont"/>
    <w:uiPriority w:val="99"/>
    <w:locked/>
    <w:rsid w:val="000232C3"/>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194629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Pages>
  <Words>190</Words>
  <Characters>1089</Characters>
  <Application>Microsoft Office Outlook</Application>
  <DocSecurity>0</DocSecurity>
  <Lines>0</Lines>
  <Paragraphs>0</Paragraphs>
  <ScaleCrop>false</ScaleCrop>
  <Company>Course Technology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2—KEY APPLICATIONS</dc:title>
  <dc:subject/>
  <dc:creator>Connie Morrison</dc:creator>
  <cp:keywords/>
  <dc:description/>
  <cp:lastModifiedBy>pherbert</cp:lastModifiedBy>
  <cp:revision>5</cp:revision>
  <cp:lastPrinted>2009-02-09T14:51:00Z</cp:lastPrinted>
  <dcterms:created xsi:type="dcterms:W3CDTF">2009-07-30T20:38:00Z</dcterms:created>
  <dcterms:modified xsi:type="dcterms:W3CDTF">2010-10-01T01:43:00Z</dcterms:modified>
</cp:coreProperties>
</file>